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57" w:rsidRPr="00D52DE7" w:rsidRDefault="00790057" w:rsidP="00F57FAA">
      <w:pPr>
        <w:pStyle w:val="TimesNewRoman"/>
      </w:pPr>
      <w:r w:rsidRPr="00D52DE7">
        <w:t>Приложение № 2.</w:t>
      </w:r>
      <w:r>
        <w:t>2</w:t>
      </w:r>
      <w:r w:rsidRPr="00D52DE7">
        <w:br/>
        <w:t>к Порядку проведения</w:t>
      </w:r>
      <w:r>
        <w:t xml:space="preserve"> и проверки</w:t>
      </w:r>
      <w:r w:rsidRPr="00D52DE7">
        <w:t xml:space="preserve"> ИС(ИИ)</w:t>
      </w:r>
      <w:r w:rsidRPr="00D52DE7">
        <w:br/>
        <w:t>на территории Воронежской области</w:t>
      </w:r>
    </w:p>
    <w:p w:rsidR="00790057" w:rsidRDefault="00790057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057" w:rsidRPr="00AD1509" w:rsidRDefault="00790057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057" w:rsidRPr="00AD1509" w:rsidRDefault="00790057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0057" w:rsidRPr="00635E51" w:rsidRDefault="00790057" w:rsidP="001D5A1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790057" w:rsidRPr="00635E51" w:rsidRDefault="00790057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57" w:rsidRPr="00635E51" w:rsidRDefault="00790057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57" w:rsidRPr="00635E51" w:rsidRDefault="00790057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57" w:rsidRPr="00635E51" w:rsidRDefault="00790057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57" w:rsidRPr="0063623F" w:rsidRDefault="00790057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790057" w:rsidRDefault="00790057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057" w:rsidRPr="0042309D" w:rsidRDefault="00790057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057" w:rsidRPr="0042309D" w:rsidRDefault="00790057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057" w:rsidRPr="00F733FA" w:rsidRDefault="00790057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790057" w:rsidRDefault="00790057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90057" w:rsidRDefault="00790057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90057" w:rsidRDefault="00790057" w:rsidP="00020F4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790057" w:rsidRDefault="00790057" w:rsidP="00020F4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0057" w:rsidRPr="0067444D" w:rsidRDefault="00790057" w:rsidP="00020F40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790057" w:rsidRDefault="00790057" w:rsidP="001D5A17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 w:rsidRPr="00FA3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текущем 20___/20___ учебном году.</w:t>
      </w:r>
    </w:p>
    <w:p w:rsidR="00790057" w:rsidRDefault="00790057" w:rsidP="0063623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90057" w:rsidRPr="0067444D" w:rsidRDefault="00790057" w:rsidP="0067444D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790057" w:rsidRDefault="00790057" w:rsidP="001D5A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790057" w:rsidRDefault="00790057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057" w:rsidRDefault="00790057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057" w:rsidRDefault="00790057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057" w:rsidRPr="0067444D" w:rsidRDefault="00790057" w:rsidP="001D5A1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790057" w:rsidRDefault="00790057" w:rsidP="001D5A17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790057" w:rsidRDefault="00790057" w:rsidP="001D5A1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790057" w:rsidRDefault="00790057" w:rsidP="001D5A17">
      <w:pPr>
        <w:spacing w:after="0"/>
      </w:pPr>
    </w:p>
    <w:sectPr w:rsidR="00790057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057" w:rsidRDefault="00790057" w:rsidP="00C8329A">
      <w:pPr>
        <w:spacing w:after="0" w:line="240" w:lineRule="auto"/>
      </w:pPr>
      <w:r>
        <w:separator/>
      </w:r>
    </w:p>
  </w:endnote>
  <w:endnote w:type="continuationSeparator" w:id="1">
    <w:p w:rsidR="00790057" w:rsidRDefault="00790057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057" w:rsidRDefault="00790057" w:rsidP="00C8329A">
      <w:pPr>
        <w:spacing w:after="0" w:line="240" w:lineRule="auto"/>
      </w:pPr>
      <w:r>
        <w:separator/>
      </w:r>
    </w:p>
  </w:footnote>
  <w:footnote w:type="continuationSeparator" w:id="1">
    <w:p w:rsidR="00790057" w:rsidRDefault="00790057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20F40"/>
    <w:rsid w:val="00070BE1"/>
    <w:rsid w:val="00075024"/>
    <w:rsid w:val="000A311B"/>
    <w:rsid w:val="000D2354"/>
    <w:rsid w:val="0011411D"/>
    <w:rsid w:val="001D5A17"/>
    <w:rsid w:val="001E4786"/>
    <w:rsid w:val="00243ECE"/>
    <w:rsid w:val="002C2C02"/>
    <w:rsid w:val="003357CC"/>
    <w:rsid w:val="003B1E09"/>
    <w:rsid w:val="003B38C0"/>
    <w:rsid w:val="003F4487"/>
    <w:rsid w:val="0042309D"/>
    <w:rsid w:val="004807CC"/>
    <w:rsid w:val="004C3883"/>
    <w:rsid w:val="00536D29"/>
    <w:rsid w:val="00593A79"/>
    <w:rsid w:val="005A4949"/>
    <w:rsid w:val="005B13BC"/>
    <w:rsid w:val="006223D6"/>
    <w:rsid w:val="00635E51"/>
    <w:rsid w:val="0063623F"/>
    <w:rsid w:val="00642200"/>
    <w:rsid w:val="0067444D"/>
    <w:rsid w:val="006D6526"/>
    <w:rsid w:val="00746503"/>
    <w:rsid w:val="00753463"/>
    <w:rsid w:val="00765FA4"/>
    <w:rsid w:val="00790057"/>
    <w:rsid w:val="008358F7"/>
    <w:rsid w:val="0096615D"/>
    <w:rsid w:val="00986480"/>
    <w:rsid w:val="009A7F82"/>
    <w:rsid w:val="009C0CA9"/>
    <w:rsid w:val="00A007F6"/>
    <w:rsid w:val="00A4348F"/>
    <w:rsid w:val="00A5229B"/>
    <w:rsid w:val="00AA66F0"/>
    <w:rsid w:val="00AC09DE"/>
    <w:rsid w:val="00AD1509"/>
    <w:rsid w:val="00AF241C"/>
    <w:rsid w:val="00B05DC8"/>
    <w:rsid w:val="00C12E71"/>
    <w:rsid w:val="00C57415"/>
    <w:rsid w:val="00C8329A"/>
    <w:rsid w:val="00CA048C"/>
    <w:rsid w:val="00D40E93"/>
    <w:rsid w:val="00D52DE7"/>
    <w:rsid w:val="00D6609F"/>
    <w:rsid w:val="00E471AE"/>
    <w:rsid w:val="00E861EF"/>
    <w:rsid w:val="00EE64D9"/>
    <w:rsid w:val="00F0412A"/>
    <w:rsid w:val="00F10929"/>
    <w:rsid w:val="00F56220"/>
    <w:rsid w:val="00F57FAA"/>
    <w:rsid w:val="00F733FA"/>
    <w:rsid w:val="00F81059"/>
    <w:rsid w:val="00FA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F57FAA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128</Words>
  <Characters>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20</cp:revision>
  <cp:lastPrinted>2024-10-31T13:17:00Z</cp:lastPrinted>
  <dcterms:created xsi:type="dcterms:W3CDTF">2017-10-24T08:17:00Z</dcterms:created>
  <dcterms:modified xsi:type="dcterms:W3CDTF">2024-10-31T13:26:00Z</dcterms:modified>
</cp:coreProperties>
</file>